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C6AF" w14:textId="2CC3BE11" w:rsidR="00636F6C" w:rsidRDefault="005E2023" w:rsidP="00636F6C">
      <w:bookmarkStart w:id="0" w:name="_GoBack"/>
      <w:bookmarkEnd w:id="0"/>
      <w:r w:rsidRPr="005E2023">
        <w:rPr>
          <w:noProof/>
        </w:rPr>
        <w:drawing>
          <wp:anchor distT="0" distB="0" distL="114300" distR="114300" simplePos="0" relativeHeight="251809792" behindDoc="0" locked="0" layoutInCell="1" allowOverlap="1" wp14:anchorId="6DEDA187" wp14:editId="6CEBC357">
            <wp:simplePos x="0" y="0"/>
            <wp:positionH relativeFrom="column">
              <wp:posOffset>6123214</wp:posOffset>
            </wp:positionH>
            <wp:positionV relativeFrom="paragraph">
              <wp:posOffset>-40225</wp:posOffset>
            </wp:positionV>
            <wp:extent cx="972055" cy="97205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55" cy="97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666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513A695" wp14:editId="225A09D6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4280535" cy="581025"/>
                <wp:effectExtent l="0" t="0" r="2476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AB563" w14:textId="77777777" w:rsidR="004D2B33" w:rsidRPr="000540AA" w:rsidRDefault="004D2B33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0540AA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Reaching Every Learner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513A695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95pt;margin-top:0;width:337.05pt;height:45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" fillcolor="white [3201]" strokecolor="#727ca3 [3204]" strokeweight="2pt">
                <v:textbox>
                  <w:txbxContent>
                    <w:p w14:paraId="55AAB563" w14:textId="77777777" w:rsidR="004D2B33" w:rsidRPr="000540AA" w:rsidRDefault="004D2B33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0540AA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Reaching Every Learner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5CF1" w:rsidRPr="009E5CF1">
        <w:rPr>
          <w:noProof/>
        </w:rPr>
        <w:t xml:space="preserve"> </w:t>
      </w:r>
      <w:r w:rsidR="006026FB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42792DC" wp14:editId="62E0D6B7">
                <wp:simplePos x="0" y="0"/>
                <wp:positionH relativeFrom="column">
                  <wp:posOffset>-64770</wp:posOffset>
                </wp:positionH>
                <wp:positionV relativeFrom="paragraph">
                  <wp:posOffset>-74296</wp:posOffset>
                </wp:positionV>
                <wp:extent cx="7410450" cy="4772025"/>
                <wp:effectExtent l="0" t="0" r="31750" b="28575"/>
                <wp:wrapNone/>
                <wp:docPr id="2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7134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62ED650" id="Rectangle 188" o:spid="_x0000_s1026" style="position:absolute;margin-left:-5.1pt;margin-top:-5.8pt;width:583.5pt;height:375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" fillcolor="#7134b7"/>
            </w:pict>
          </mc:Fallback>
        </mc:AlternateContent>
      </w:r>
    </w:p>
    <w:p w14:paraId="425504EF" w14:textId="41A3320C" w:rsidR="00F642F0" w:rsidRDefault="00F642F0" w:rsidP="00F642F0"/>
    <w:p w14:paraId="52AB2B1A" w14:textId="22A7D81B" w:rsidR="003A55EF" w:rsidRDefault="007607D8" w:rsidP="00F642F0">
      <w:pPr>
        <w:rPr>
          <w:noProof/>
        </w:rPr>
      </w:pPr>
      <w:r>
        <w:rPr>
          <w:noProof/>
        </w:rPr>
        <w:drawing>
          <wp:anchor distT="152400" distB="152400" distL="152400" distR="152400" simplePos="0" relativeHeight="251692032" behindDoc="0" locked="0" layoutInCell="1" allowOverlap="1" wp14:anchorId="400B1AFE" wp14:editId="251175F1">
            <wp:simplePos x="0" y="0"/>
            <wp:positionH relativeFrom="page">
              <wp:posOffset>342900</wp:posOffset>
            </wp:positionH>
            <wp:positionV relativeFrom="page">
              <wp:posOffset>571500</wp:posOffset>
            </wp:positionV>
            <wp:extent cx="7195185" cy="4117340"/>
            <wp:effectExtent l="76200" t="50800" r="69215" b="48260"/>
            <wp:wrapNone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5185" cy="4117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  <a:scene3d>
                      <a:camera prst="orthographicFront">
                        <a:rot lat="298955" lon="21298843" rev="21573773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4BC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13B9459" wp14:editId="31711A16">
                <wp:simplePos x="0" y="0"/>
                <wp:positionH relativeFrom="column">
                  <wp:posOffset>5354955</wp:posOffset>
                </wp:positionH>
                <wp:positionV relativeFrom="paragraph">
                  <wp:posOffset>3789680</wp:posOffset>
                </wp:positionV>
                <wp:extent cx="1990725" cy="637540"/>
                <wp:effectExtent l="0" t="0" r="952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28DF8BAC" w14:textId="77777777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A. Hines, Ph.D.</w:t>
                            </w:r>
                          </w:p>
                          <w:p w14:paraId="22FE1416" w14:textId="7EB6B453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Hopkins, M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BCBA</w:t>
                            </w:r>
                          </w:p>
                          <w:p w14:paraId="0855583A" w14:textId="667D76BC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Brett Weiss, 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M.Ed.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13B9459"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421.65pt;margin-top:298.4pt;width:156.75pt;height:50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" stroked="f">
                <v:textbox>
                  <w:txbxContent>
                    <w:p w14:paraId="28DF8BAC" w14:textId="77777777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A. Hines, Ph.D.</w:t>
                      </w:r>
                    </w:p>
                    <w:p w14:paraId="22FE1416" w14:textId="7EB6B453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Hopkins, M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, BCBA</w:t>
                      </w:r>
                    </w:p>
                    <w:p w14:paraId="0855583A" w14:textId="667D76BC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Brett Weiss, 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M.Ed.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2F0">
        <w:rPr>
          <w:noProof/>
        </w:rPr>
        <w:t xml:space="preserve"> </w:t>
      </w:r>
    </w:p>
    <w:p w14:paraId="46EE725C" w14:textId="04A840EF" w:rsidR="00624DC8" w:rsidRDefault="00624DC8" w:rsidP="00F642F0">
      <w:pPr>
        <w:rPr>
          <w:noProof/>
        </w:rPr>
      </w:pPr>
    </w:p>
    <w:p w14:paraId="44A60911" w14:textId="66A35782" w:rsidR="006E608F" w:rsidRDefault="009C4B20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D146D2" wp14:editId="1AFA0BD7">
                <wp:simplePos x="0" y="0"/>
                <wp:positionH relativeFrom="column">
                  <wp:posOffset>5838825</wp:posOffset>
                </wp:positionH>
                <wp:positionV relativeFrom="paragraph">
                  <wp:posOffset>451485</wp:posOffset>
                </wp:positionV>
                <wp:extent cx="1479550" cy="295275"/>
                <wp:effectExtent l="0" t="0" r="6350" b="95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5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39555" w14:textId="5375C173" w:rsidR="00410174" w:rsidRPr="00410174" w:rsidRDefault="00F044BC" w:rsidP="004101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Case Study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D146D2" id="Text Box 7" o:spid="_x0000_s1028" type="#_x0000_t202" style="position:absolute;margin-left:459.75pt;margin-top:35.55pt;width:116.5pt;height:2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" fillcolor="white [3212]" stroked="f">
                <v:textbox>
                  <w:txbxContent>
                    <w:p w14:paraId="3F239555" w14:textId="5375C173" w:rsidR="00410174" w:rsidRPr="00410174" w:rsidRDefault="00F044BC" w:rsidP="0041017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Case Study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96D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B9A4896" wp14:editId="240223C0">
                <wp:simplePos x="0" y="0"/>
                <wp:positionH relativeFrom="column">
                  <wp:posOffset>52251</wp:posOffset>
                </wp:positionH>
                <wp:positionV relativeFrom="paragraph">
                  <wp:posOffset>2893993</wp:posOffset>
                </wp:positionV>
                <wp:extent cx="5039814" cy="1264285"/>
                <wp:effectExtent l="0" t="0" r="0" b="57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814" cy="1264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  <a:extLst/>
                      </wps:spPr>
                      <wps:txbx>
                        <w:txbxContent>
                          <w:p w14:paraId="6519E94D" w14:textId="3435FD5F" w:rsidR="00F642F0" w:rsidRPr="001E7627" w:rsidRDefault="00AC37F3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Sarah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years old and attends a general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P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grade classroom.</w:t>
                            </w:r>
                          </w:p>
                          <w:p w14:paraId="6CC611D5" w14:textId="4E70BD48" w:rsidR="00F642F0" w:rsidRPr="001E7627" w:rsidRDefault="00AC37F3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</w:t>
                            </w:r>
                            <w:r w:rsidR="00815E76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loves reading, Star Wars, and </w:t>
                            </w:r>
                            <w:r w:rsidR="00815E76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playing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her sister</w:t>
                            </w:r>
                            <w:r w:rsidR="00815E76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5A713CA" w14:textId="779E97F0" w:rsidR="00F642F0" w:rsidRPr="001E7627" w:rsidRDefault="00BC77BB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Sarah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diagnosed with </w:t>
                            </w:r>
                            <w:r w:rsidR="00A06EB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Attention Deficit Disorder with hyperactivity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5AEE626" w14:textId="64E4C548" w:rsidR="00F642F0" w:rsidRPr="001E7627" w:rsidRDefault="00BC77BB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She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eas</w:t>
                            </w:r>
                            <w:r w:rsidR="001B257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ily distracted and has difficulty attending to group lessons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3A1BC04" w14:textId="3FBB38B3" w:rsidR="00F91B20" w:rsidRPr="001E7627" w:rsidRDefault="00BC77BB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Sarah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has seating options in the classroom and movement breaks.</w:t>
                            </w:r>
                          </w:p>
                          <w:p w14:paraId="51C041BB" w14:textId="757B6DAF" w:rsidR="00F642F0" w:rsidRPr="001E7627" w:rsidRDefault="00BC77BB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She</w:t>
                            </w:r>
                            <w:r w:rsidR="00B25C52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072B2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oes best with a schedule,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peer tutor, and being actively engaged.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B9A4896" id="_x0000_t202" coordsize="21600,21600" o:spt="202" path="m0,0l0,21600,21600,21600,21600,0xe">
                <v:stroke joinstyle="miter"/>
                <v:path gradientshapeok="t" o:connecttype="rect"/>
              </v:shapetype>
              <v:shape id="_x0000_s1029" type="#_x0000_t202" style="position:absolute;margin-left:4.1pt;margin-top:227.85pt;width:396.85pt;height:99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" stroked="f">
                <v:fill opacity="42662f"/>
                <v:textbox>
                  <w:txbxContent>
                    <w:p w14:paraId="6519E94D" w14:textId="3435FD5F" w:rsidR="00F642F0" w:rsidRPr="001E7627" w:rsidRDefault="00AC37F3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Sarah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9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years old and attends a general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</w:t>
                      </w:r>
                      <w:r w:rsidRPr="00AC37F3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grade classroom.</w:t>
                      </w:r>
                    </w:p>
                    <w:p w14:paraId="6CC611D5" w14:textId="4E70BD48" w:rsidR="00F642F0" w:rsidRPr="001E7627" w:rsidRDefault="00AC37F3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</w:t>
                      </w:r>
                      <w:r w:rsidR="00815E76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loves reading, Star Wars, and </w:t>
                      </w:r>
                      <w:r w:rsidR="00815E76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playing with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her sister</w:t>
                      </w:r>
                      <w:r w:rsidR="00815E76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14:paraId="05A713CA" w14:textId="779E97F0" w:rsidR="00F642F0" w:rsidRPr="001E7627" w:rsidRDefault="00BC77BB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Sarah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diagnosed with </w:t>
                      </w:r>
                      <w:r w:rsidR="00A06EB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Attention Deficit Disorder with hyperactivity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14:paraId="75AEE626" w14:textId="64E4C548" w:rsidR="00F642F0" w:rsidRPr="001E7627" w:rsidRDefault="00BC77BB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She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eas</w:t>
                      </w:r>
                      <w:r w:rsidR="001B257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ily distracted and has difficulty attending to group lessons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14:paraId="23A1BC04" w14:textId="3FBB38B3" w:rsidR="00F91B20" w:rsidRPr="001E7627" w:rsidRDefault="00BC77BB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Sarah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has seating options in the classroom and movement breaks.</w:t>
                      </w:r>
                    </w:p>
                    <w:p w14:paraId="51C041BB" w14:textId="757B6DAF" w:rsidR="00F642F0" w:rsidRPr="001E7627" w:rsidRDefault="00BC77BB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She</w:t>
                      </w:r>
                      <w:r w:rsidR="00B25C52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</w:t>
                      </w:r>
                      <w:r w:rsidR="00072B2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oes best with a schedule,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peer tutor, and being actively engaged.</w:t>
                      </w:r>
                    </w:p>
                  </w:txbxContent>
                </v:textbox>
              </v:shape>
            </w:pict>
          </mc:Fallback>
        </mc:AlternateContent>
      </w:r>
      <w:r w:rsidR="007607D8"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61407C2" wp14:editId="6A9C1FA2">
                <wp:simplePos x="0" y="0"/>
                <wp:positionH relativeFrom="column">
                  <wp:posOffset>1607185</wp:posOffset>
                </wp:positionH>
                <wp:positionV relativeFrom="paragraph">
                  <wp:posOffset>2512060</wp:posOffset>
                </wp:positionV>
                <wp:extent cx="1721485" cy="363220"/>
                <wp:effectExtent l="0" t="0" r="31115" b="381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544EB1CE" w14:textId="4C9AB234" w:rsidR="004D2B33" w:rsidRPr="001E7627" w:rsidRDefault="004D2B33" w:rsidP="001E7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Meet 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Sarah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61407C2" id="_x0000_s1030" type="#_x0000_t202" style="position:absolute;margin-left:126.55pt;margin-top:197.8pt;width:135.55pt;height:28.6pt;z-index:251786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">
                <v:textbox style="mso-fit-shape-to-text:t">
                  <w:txbxContent>
                    <w:p w14:paraId="544EB1CE" w14:textId="4C9AB234" w:rsidR="004D2B33" w:rsidRPr="001E7627" w:rsidRDefault="004D2B33" w:rsidP="001E7627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1E762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Meet </w:t>
                      </w:r>
                      <w:r w:rsidR="00AC37F3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Sarah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1822" w:rsidRPr="00266320">
        <w:rPr>
          <w:noProof/>
        </w:rPr>
        <w:drawing>
          <wp:anchor distT="0" distB="0" distL="114300" distR="114300" simplePos="0" relativeHeight="251807744" behindDoc="0" locked="0" layoutInCell="1" allowOverlap="1" wp14:anchorId="06105F38" wp14:editId="7EF8CC46">
            <wp:simplePos x="0" y="0"/>
            <wp:positionH relativeFrom="column">
              <wp:posOffset>173990</wp:posOffset>
            </wp:positionH>
            <wp:positionV relativeFrom="paragraph">
              <wp:posOffset>1014730</wp:posOffset>
            </wp:positionV>
            <wp:extent cx="143383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36" y="21370"/>
                <wp:lineTo x="21236" y="0"/>
                <wp:lineTo x="0" y="0"/>
              </wp:wrapPolygon>
            </wp:wrapThrough>
            <wp:docPr id="4" name="Picture 4" descr="C:\Users\re283059\AppData\Local\Microsoft\Windows\Temporary Internet Files\Content.Outlook\EMPWXHIA\AD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283059\AppData\Local\Microsoft\Windows\Temporary Internet Files\Content.Outlook\EMPWXHIA\AD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608F">
        <w:br w:type="page"/>
      </w:r>
    </w:p>
    <w:p w14:paraId="539DDEBD" w14:textId="7E61A99C" w:rsidR="00624DC8" w:rsidRPr="00170EA0" w:rsidRDefault="00845870" w:rsidP="00F642F0">
      <w:r w:rsidRPr="006E608F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6CF3420D" wp14:editId="6AEFE64D">
                <wp:simplePos x="0" y="0"/>
                <wp:positionH relativeFrom="column">
                  <wp:posOffset>2008505</wp:posOffset>
                </wp:positionH>
                <wp:positionV relativeFrom="paragraph">
                  <wp:posOffset>1901825</wp:posOffset>
                </wp:positionV>
                <wp:extent cx="5334000" cy="1645920"/>
                <wp:effectExtent l="0" t="0" r="0" b="5080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11"/>
                              <w:gridCol w:w="2727"/>
                              <w:gridCol w:w="2760"/>
                            </w:tblGrid>
                            <w:tr w:rsidR="00663141" w:rsidRPr="001E7627" w14:paraId="6FD143DB" w14:textId="77777777" w:rsidTr="00EA4E8F">
                              <w:tc>
                                <w:tcPr>
                                  <w:tcW w:w="3396" w:type="dxa"/>
                                </w:tcPr>
                                <w:p w14:paraId="4C83E956" w14:textId="77777777" w:rsidR="00663141" w:rsidRPr="001E7627" w:rsidRDefault="00663141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Academic</w:t>
                                  </w:r>
                                </w:p>
                                <w:p w14:paraId="7B9B61A1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Minimize Distractions</w:t>
                                  </w:r>
                                </w:p>
                                <w:p w14:paraId="12FD5214" w14:textId="77777777" w:rsidR="00663141" w:rsidRPr="00AF4C0D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Visual Schedules and Organizers</w:t>
                                  </w:r>
                                </w:p>
                                <w:p w14:paraId="1B429505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Direct Instruction</w:t>
                                  </w:r>
                                </w:p>
                                <w:p w14:paraId="645BACCB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Novelty and Interests</w:t>
                                  </w:r>
                                </w:p>
                                <w:p w14:paraId="2C00C8A1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Simplify Information</w:t>
                                  </w:r>
                                </w:p>
                              </w:tc>
                              <w:tc>
                                <w:tcPr>
                                  <w:tcW w:w="3396" w:type="dxa"/>
                                </w:tcPr>
                                <w:p w14:paraId="351D9D02" w14:textId="77777777" w:rsidR="00663141" w:rsidRPr="001E7627" w:rsidRDefault="00663141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Behavioral</w:t>
                                  </w:r>
                                </w:p>
                                <w:p w14:paraId="4C1D2B5F" w14:textId="77777777" w:rsidR="00663141" w:rsidRPr="00AF4C0D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Functional Behavior Assessment (FBA)</w:t>
                                  </w:r>
                                </w:p>
                                <w:p w14:paraId="1615A698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Clear Expectations</w:t>
                                  </w:r>
                                </w:p>
                                <w:p w14:paraId="57A4C8D8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Proximity and Modeling</w:t>
                                  </w:r>
                                </w:p>
                                <w:p w14:paraId="67B9E613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Reinforcement</w:t>
                                  </w:r>
                                </w:p>
                                <w:p w14:paraId="61BC5E69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Planned Ignoring</w:t>
                                  </w:r>
                                </w:p>
                              </w:tc>
                              <w:tc>
                                <w:tcPr>
                                  <w:tcW w:w="3396" w:type="dxa"/>
                                </w:tcPr>
                                <w:p w14:paraId="127ED77C" w14:textId="77777777" w:rsidR="00663141" w:rsidRPr="001E7627" w:rsidRDefault="00663141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Social / Communication</w:t>
                                  </w:r>
                                </w:p>
                                <w:p w14:paraId="271D74C2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Social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Skills Instruction</w:t>
                                  </w:r>
                                </w:p>
                                <w:p w14:paraId="3014FF9C" w14:textId="77777777" w:rsidR="00663141" w:rsidRPr="001E7627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Peer Tutoring</w:t>
                                  </w:r>
                                </w:p>
                                <w:p w14:paraId="309EC1F0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Movement Breaks</w:t>
                                  </w:r>
                                </w:p>
                                <w:p w14:paraId="5582EBDA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Study Groups</w:t>
                                  </w:r>
                                </w:p>
                                <w:p w14:paraId="1A9EF7F8" w14:textId="77777777" w:rsidR="00663141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Problem Solving</w:t>
                                  </w:r>
                                </w:p>
                                <w:p w14:paraId="5F9B9C8A" w14:textId="77777777" w:rsidR="00663141" w:rsidRPr="00AF4542" w:rsidRDefault="00663141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Assistive Technology</w:t>
                                  </w:r>
                                </w:p>
                              </w:tc>
                            </w:tr>
                          </w:tbl>
                          <w:p w14:paraId="5B8F343F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0C0699" w14:textId="268DE435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3420D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58.15pt;margin-top:149.75pt;width:420pt;height:129.6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11"/>
                        <w:gridCol w:w="2727"/>
                        <w:gridCol w:w="2760"/>
                      </w:tblGrid>
                      <w:tr w:rsidR="00663141" w:rsidRPr="001E7627" w14:paraId="6FD143DB" w14:textId="77777777" w:rsidTr="00EA4E8F">
                        <w:tc>
                          <w:tcPr>
                            <w:tcW w:w="3396" w:type="dxa"/>
                          </w:tcPr>
                          <w:p w14:paraId="4C83E956" w14:textId="77777777" w:rsidR="00663141" w:rsidRPr="001E7627" w:rsidRDefault="00663141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Academic</w:t>
                            </w:r>
                          </w:p>
                          <w:p w14:paraId="7B9B61A1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Minimize Distractions</w:t>
                            </w:r>
                          </w:p>
                          <w:p w14:paraId="12FD5214" w14:textId="77777777" w:rsidR="00663141" w:rsidRPr="00AF4C0D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Visual Schedules and Organizers</w:t>
                            </w:r>
                          </w:p>
                          <w:p w14:paraId="1B429505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Direct Instruction</w:t>
                            </w:r>
                          </w:p>
                          <w:p w14:paraId="645BACCB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Novelty and Interests</w:t>
                            </w:r>
                          </w:p>
                          <w:p w14:paraId="2C00C8A1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Simplify Information</w:t>
                            </w:r>
                          </w:p>
                        </w:tc>
                        <w:tc>
                          <w:tcPr>
                            <w:tcW w:w="3396" w:type="dxa"/>
                          </w:tcPr>
                          <w:p w14:paraId="351D9D02" w14:textId="77777777" w:rsidR="00663141" w:rsidRPr="001E7627" w:rsidRDefault="00663141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Behavioral</w:t>
                            </w:r>
                          </w:p>
                          <w:p w14:paraId="4C1D2B5F" w14:textId="77777777" w:rsidR="00663141" w:rsidRPr="00AF4C0D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Functional Behavior Assessment (FBA)</w:t>
                            </w:r>
                          </w:p>
                          <w:p w14:paraId="1615A698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Clear Expectations</w:t>
                            </w:r>
                          </w:p>
                          <w:p w14:paraId="57A4C8D8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Proximity and Modeling</w:t>
                            </w:r>
                          </w:p>
                          <w:p w14:paraId="67B9E613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Reinforcement</w:t>
                            </w:r>
                          </w:p>
                          <w:p w14:paraId="61BC5E69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Planned Ignoring</w:t>
                            </w:r>
                          </w:p>
                        </w:tc>
                        <w:tc>
                          <w:tcPr>
                            <w:tcW w:w="3396" w:type="dxa"/>
                          </w:tcPr>
                          <w:p w14:paraId="127ED77C" w14:textId="77777777" w:rsidR="00663141" w:rsidRPr="001E7627" w:rsidRDefault="00663141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Social / Communication</w:t>
                            </w:r>
                          </w:p>
                          <w:p w14:paraId="271D74C2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Social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Skills Instruction</w:t>
                            </w:r>
                          </w:p>
                          <w:p w14:paraId="3014FF9C" w14:textId="77777777" w:rsidR="00663141" w:rsidRPr="001E7627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Peer Tutoring</w:t>
                            </w:r>
                          </w:p>
                          <w:p w14:paraId="309EC1F0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Movement Breaks</w:t>
                            </w:r>
                          </w:p>
                          <w:p w14:paraId="5582EBDA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Study Groups</w:t>
                            </w:r>
                          </w:p>
                          <w:p w14:paraId="1A9EF7F8" w14:textId="77777777" w:rsidR="00663141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Problem Solving</w:t>
                            </w:r>
                          </w:p>
                          <w:p w14:paraId="5F9B9C8A" w14:textId="77777777" w:rsidR="00663141" w:rsidRPr="00AF4542" w:rsidRDefault="00663141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Assistive Technology</w:t>
                            </w:r>
                          </w:p>
                        </w:tc>
                      </w:tr>
                    </w:tbl>
                    <w:p w14:paraId="5B8F343F" w14:textId="77777777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  <w:p w14:paraId="080C0699" w14:textId="268DE435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45FA2DA7" wp14:editId="39C534AA">
                <wp:simplePos x="0" y="0"/>
                <wp:positionH relativeFrom="column">
                  <wp:posOffset>2005330</wp:posOffset>
                </wp:positionH>
                <wp:positionV relativeFrom="paragraph">
                  <wp:posOffset>68580</wp:posOffset>
                </wp:positionV>
                <wp:extent cx="5333365" cy="1809750"/>
                <wp:effectExtent l="0" t="0" r="63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336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B9EDF46" w14:textId="274A99D8" w:rsidR="006E608F" w:rsidRPr="001E7627" w:rsidRDefault="007F7974" w:rsidP="006E608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Limited strength, vitality or alertness, or heig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htened alertness to the environment, resulting in limited awareness or attention to the educational environment.</w:t>
                            </w:r>
                          </w:p>
                          <w:p w14:paraId="425DB773" w14:textId="2AE479F4" w:rsidR="006E608F" w:rsidRPr="00E40615" w:rsidRDefault="00342EAB" w:rsidP="00E4061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May be due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 chronic or acute health problems, attention deficit disorder, epilepsy, heart condition, Tourette syndrome, leukemia, lead poisoning, or other.</w:t>
                            </w:r>
                          </w:p>
                          <w:p w14:paraId="20538A53" w14:textId="46BC69AC" w:rsidR="006E608F" w:rsidRPr="001E7627" w:rsidRDefault="00E40615" w:rsidP="006E608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Adversely affects student’s educational performance.</w:t>
                            </w:r>
                          </w:p>
                          <w:p w14:paraId="4E566F86" w14:textId="669778F5" w:rsidR="008008B5" w:rsidRDefault="008008B5" w:rsidP="006E608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have nursing care plan, </w:t>
                            </w:r>
                            <w:r w:rsidR="0054568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medication, sensory impairments/needs, etc.</w:t>
                            </w:r>
                          </w:p>
                          <w:p w14:paraId="3FEE59EF" w14:textId="09B16EFD" w:rsidR="006E608F" w:rsidRDefault="00C61DA5" w:rsidP="006E608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AD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 w:rsidR="008F1BF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difficulty paying attention, hyperactivity, and/or impulsivity.</w:t>
                            </w:r>
                          </w:p>
                          <w:p w14:paraId="2C09FD91" w14:textId="79B5CBC0" w:rsidR="00657062" w:rsidRPr="008008B5" w:rsidRDefault="00C61DA5" w:rsidP="008008B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ADD - 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Fidgets, talks a lot, </w:t>
                            </w:r>
                            <w:r w:rsidR="0065706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has </w:t>
                            </w:r>
                            <w:r w:rsidR="00E4061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difficulty following directions or staying on task.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FA2DA7" id="_x0000_s1032" type="#_x0000_t202" style="position:absolute;margin-left:157.9pt;margin-top:5.4pt;width:419.95pt;height:142.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" stroked="f">
                <v:textbox>
                  <w:txbxContent>
                    <w:p w14:paraId="1B9EDF46" w14:textId="274A99D8" w:rsidR="006E608F" w:rsidRPr="001E7627" w:rsidRDefault="007F7974" w:rsidP="006E608F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Limited strength, vitality or alertness, or heig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>htened alertness to the environment,</w:t>
                      </w:r>
                      <w:bookmarkStart w:id="1" w:name="_GoBack"/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resulting in limited awareness or attention to the educational environment.</w:t>
                      </w:r>
                    </w:p>
                    <w:p w14:paraId="425DB773" w14:textId="2AE479F4" w:rsidR="006E608F" w:rsidRPr="00E40615" w:rsidRDefault="00342EAB" w:rsidP="00E40615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May be due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 chronic or acute health problems, attention deficit disorder, epilepsy, heart condition, Tourette syndrome, leukemia, lead poisoning, or other.</w:t>
                      </w:r>
                    </w:p>
                    <w:p w14:paraId="20538A53" w14:textId="46BC69AC" w:rsidR="006E608F" w:rsidRPr="001E7627" w:rsidRDefault="00E40615" w:rsidP="006E608F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Adversely affects student’s educational performance.</w:t>
                      </w:r>
                    </w:p>
                    <w:p w14:paraId="4E566F86" w14:textId="669778F5" w:rsidR="008008B5" w:rsidRDefault="008008B5" w:rsidP="006E608F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have nursing care plan, </w:t>
                      </w:r>
                      <w:r w:rsidR="0054568D">
                        <w:rPr>
                          <w:rFonts w:ascii="Arial" w:hAnsi="Arial" w:cs="Arial"/>
                          <w:sz w:val="22"/>
                          <w:szCs w:val="22"/>
                        </w:rPr>
                        <w:t>take medication, sensory impairments/needs, etc.</w:t>
                      </w:r>
                    </w:p>
                    <w:p w14:paraId="3FEE59EF" w14:textId="09B16EFD" w:rsidR="006E608F" w:rsidRDefault="00C61DA5" w:rsidP="006E608F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AD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>D</w:t>
                      </w:r>
                      <w:r w:rsidR="008F1BF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- 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>difficu</w:t>
                      </w:r>
                      <w:bookmarkEnd w:id="1"/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>lty paying attention, hyperactivity, and/or impulsivity.</w:t>
                      </w:r>
                    </w:p>
                    <w:p w14:paraId="2C09FD91" w14:textId="79B5CBC0" w:rsidR="00657062" w:rsidRPr="008008B5" w:rsidRDefault="00C61DA5" w:rsidP="008008B5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ADD - 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Fidgets, talks a lot, </w:t>
                      </w:r>
                      <w:r w:rsidR="006570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has </w:t>
                      </w:r>
                      <w:r w:rsidR="00E40615">
                        <w:rPr>
                          <w:rFonts w:ascii="Arial" w:hAnsi="Arial" w:cs="Arial"/>
                          <w:sz w:val="22"/>
                          <w:szCs w:val="22"/>
                        </w:rPr>
                        <w:t>difficulty following directions or staying on task.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A72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192A91B" wp14:editId="03B4B47F">
                <wp:simplePos x="0" y="0"/>
                <wp:positionH relativeFrom="column">
                  <wp:posOffset>2005330</wp:posOffset>
                </wp:positionH>
                <wp:positionV relativeFrom="paragraph">
                  <wp:posOffset>3613785</wp:posOffset>
                </wp:positionV>
                <wp:extent cx="5334000" cy="1137920"/>
                <wp:effectExtent l="0" t="0" r="0" b="508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113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933D2F5" w14:textId="48822971" w:rsidR="006E608F" w:rsidRPr="001E7627" w:rsidRDefault="005C7F85" w:rsidP="00083DDE">
                            <w:pPr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Children and Adults with Attention-Deficit/Hyperactivity Disorder – www.chadd.org</w:t>
                            </w:r>
                          </w:p>
                          <w:p w14:paraId="2430A74B" w14:textId="77777777" w:rsidR="006E608F" w:rsidRPr="001E7627" w:rsidRDefault="006E608F" w:rsidP="00083DDE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Center for Parent Information and Resources - www.parentcenterhub.org</w:t>
                            </w:r>
                          </w:p>
                          <w:p w14:paraId="798EBB1D" w14:textId="1813EC7F" w:rsidR="006E608F" w:rsidRPr="001E7627" w:rsidRDefault="005C7F85" w:rsidP="00083DDE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Centers for Disease Control and Prevention (CDC) – www.cec.gov</w:t>
                            </w:r>
                          </w:p>
                          <w:p w14:paraId="73AD43B0" w14:textId="10BADEFA" w:rsidR="006E608F" w:rsidRPr="001E7627" w:rsidRDefault="005C7F85" w:rsidP="00083DDE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Tourette Association of America – www.tourette.org</w:t>
                            </w:r>
                          </w:p>
                          <w:p w14:paraId="23BC2CCA" w14:textId="15331A4B" w:rsidR="00257EF2" w:rsidRDefault="005C7F85" w:rsidP="00131E5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LD Online: The educators’ guide to learning disabilities and ADHD</w:t>
                            </w:r>
                            <w:r w:rsidR="003826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B459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</w:t>
                            </w:r>
                            <w:r w:rsidR="003826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1E54" w:rsidRPr="00131E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www.ldonline.org</w:t>
                            </w:r>
                          </w:p>
                          <w:p w14:paraId="3E2EC541" w14:textId="649722CA" w:rsidR="00131E54" w:rsidRPr="00131E54" w:rsidRDefault="00E267F7" w:rsidP="00131E5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 Department of Education, IDEA Disability Categories - </w:t>
                            </w:r>
                            <w:r w:rsidR="00131E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Idea.ed.gov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192A91B" id="_x0000_s1033" type="#_x0000_t202" style="position:absolute;margin-left:157.9pt;margin-top:284.55pt;width:420pt;height:89.6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" stroked="f">
                <v:textbox>
                  <w:txbxContent>
                    <w:p w14:paraId="0933D2F5" w14:textId="48822971" w:rsidR="006E608F" w:rsidRPr="001E7627" w:rsidRDefault="005C7F85" w:rsidP="00083DDE">
                      <w:pPr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Children and Adults with Attention-Deficit/Hyperactivity Disorder – www.chadd.org</w:t>
                      </w:r>
                    </w:p>
                    <w:p w14:paraId="2430A74B" w14:textId="77777777" w:rsidR="006E608F" w:rsidRPr="001E7627" w:rsidRDefault="006E608F" w:rsidP="00083DDE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7627">
                        <w:rPr>
                          <w:rFonts w:ascii="Arial" w:hAnsi="Arial" w:cs="Arial"/>
                          <w:sz w:val="20"/>
                          <w:szCs w:val="20"/>
                        </w:rPr>
                        <w:t>Center for Parent Information and Resources - www.parentcenterhub.org</w:t>
                      </w:r>
                    </w:p>
                    <w:p w14:paraId="798EBB1D" w14:textId="1813EC7F" w:rsidR="006E608F" w:rsidRPr="001E7627" w:rsidRDefault="005C7F85" w:rsidP="00083DDE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Centers for Disease Control and Prevention (CDC) – www.cec.gov</w:t>
                      </w:r>
                    </w:p>
                    <w:p w14:paraId="73AD43B0" w14:textId="10BADEFA" w:rsidR="006E608F" w:rsidRPr="001E7627" w:rsidRDefault="005C7F85" w:rsidP="00083DDE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Tourette Association of America – www.tourette.org</w:t>
                      </w:r>
                    </w:p>
                    <w:p w14:paraId="23BC2CCA" w14:textId="15331A4B" w:rsidR="00257EF2" w:rsidRDefault="005C7F85" w:rsidP="00131E5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LD Online: The educators’ guide to learning disabilities and ADHD</w:t>
                      </w:r>
                      <w:r w:rsidR="0038268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CB4591">
                        <w:rPr>
                          <w:rFonts w:ascii="Arial" w:hAnsi="Arial" w:cs="Arial"/>
                          <w:sz w:val="20"/>
                          <w:szCs w:val="20"/>
                        </w:rPr>
                        <w:t>–</w:t>
                      </w:r>
                      <w:r w:rsidR="0038268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131E54" w:rsidRPr="00131E54">
                        <w:rPr>
                          <w:rFonts w:ascii="Arial" w:hAnsi="Arial" w:cs="Arial"/>
                          <w:sz w:val="20"/>
                          <w:szCs w:val="20"/>
                        </w:rPr>
                        <w:t>www.ldonline.org</w:t>
                      </w:r>
                    </w:p>
                    <w:p w14:paraId="3E2EC541" w14:textId="649722CA" w:rsidR="00131E54" w:rsidRPr="00131E54" w:rsidRDefault="00E267F7" w:rsidP="00131E5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 Department of Education, IDEA Disability Categories - </w:t>
                      </w:r>
                      <w:r w:rsidR="00131E54">
                        <w:rPr>
                          <w:rFonts w:ascii="Arial" w:hAnsi="Arial" w:cs="Arial"/>
                          <w:sz w:val="20"/>
                          <w:szCs w:val="20"/>
                        </w:rPr>
                        <w:t>Idea.ed.gov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3DDE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6006932" wp14:editId="2FAD0110">
                <wp:simplePos x="0" y="0"/>
                <wp:positionH relativeFrom="column">
                  <wp:posOffset>120015</wp:posOffset>
                </wp:positionH>
                <wp:positionV relativeFrom="paragraph">
                  <wp:posOffset>3957320</wp:posOffset>
                </wp:positionV>
                <wp:extent cx="1739900" cy="640080"/>
                <wp:effectExtent l="0" t="0" r="12700" b="20320"/>
                <wp:wrapTopAndBottom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640080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216EED96" w14:textId="3465A082" w:rsidR="006E608F" w:rsidRPr="001E7627" w:rsidRDefault="009E356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References and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6006932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2" o:spid="_x0000_s1032" type="#_x0000_t15" style="position:absolute;margin-left:9.45pt;margin-top:311.6pt;width:137pt;height:50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" adj="17627" fillcolor="window" strokecolor="#41719c" strokeweight="1pt">
                <v:textbox>
                  <w:txbxContent>
                    <w:p w14:paraId="216EED96" w14:textId="3465A082" w:rsidR="006E608F" w:rsidRPr="001E7627" w:rsidRDefault="009E356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References and Resources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83DDE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0140F38" wp14:editId="6DC4C037">
                <wp:simplePos x="0" y="0"/>
                <wp:positionH relativeFrom="column">
                  <wp:posOffset>174625</wp:posOffset>
                </wp:positionH>
                <wp:positionV relativeFrom="paragraph">
                  <wp:posOffset>2468880</wp:posOffset>
                </wp:positionV>
                <wp:extent cx="1714500" cy="485775"/>
                <wp:effectExtent l="0" t="0" r="38100" b="28575"/>
                <wp:wrapTopAndBottom/>
                <wp:docPr id="11" name="Pen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1140675A" w14:textId="72711230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Best Practices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140F38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1" o:spid="_x0000_s1035" type="#_x0000_t15" style="position:absolute;margin-left:13.75pt;margin-top:194.4pt;width:135pt;height:38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" adj="18540" fillcolor="window" strokecolor="#41719c" strokeweight="1pt">
                <v:textbox>
                  <w:txbxContent>
                    <w:p w14:paraId="1140675A" w14:textId="72711230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Best Practices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102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4983A8" wp14:editId="75310170">
                <wp:simplePos x="0" y="0"/>
                <wp:positionH relativeFrom="column">
                  <wp:posOffset>177165</wp:posOffset>
                </wp:positionH>
                <wp:positionV relativeFrom="paragraph">
                  <wp:posOffset>68580</wp:posOffset>
                </wp:positionV>
                <wp:extent cx="1657350" cy="574040"/>
                <wp:effectExtent l="0" t="0" r="0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574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BF5FF" w14:textId="228BBDC6" w:rsidR="001F5625" w:rsidRPr="00C72398" w:rsidRDefault="00ED6E3F" w:rsidP="002710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723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Other Health Impaired</w:t>
                            </w:r>
                          </w:p>
                          <w:p w14:paraId="270FE0B4" w14:textId="77777777" w:rsidR="001F5625" w:rsidRPr="00C72398" w:rsidRDefault="001F5625" w:rsidP="001F5625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4983A8" id="Text Box 10" o:spid="_x0000_s1035" type="#_x0000_t202" style="position:absolute;margin-left:13.95pt;margin-top:5.4pt;width:130.5pt;height:45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" fillcolor="white [3212]" stroked="f">
                <v:textbox>
                  <w:txbxContent>
                    <w:p w14:paraId="626BF5FF" w14:textId="228BBDC6" w:rsidR="001F5625" w:rsidRPr="00C72398" w:rsidRDefault="00ED6E3F" w:rsidP="0027102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7239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Other Health Im</w:t>
                      </w:r>
                      <w:bookmarkStart w:id="1" w:name="_GoBack"/>
                      <w:r w:rsidRPr="00C7239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paired</w:t>
                      </w:r>
                    </w:p>
                    <w:p w14:paraId="270FE0B4" w14:textId="77777777" w:rsidR="001F5625" w:rsidRPr="00C72398" w:rsidRDefault="001F5625" w:rsidP="001F5625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5914B4" wp14:editId="3A27FAC0">
                <wp:simplePos x="0" y="0"/>
                <wp:positionH relativeFrom="column">
                  <wp:posOffset>171450</wp:posOffset>
                </wp:positionH>
                <wp:positionV relativeFrom="paragraph">
                  <wp:posOffset>759460</wp:posOffset>
                </wp:positionV>
                <wp:extent cx="1714500" cy="485775"/>
                <wp:effectExtent l="0" t="0" r="38100" b="28575"/>
                <wp:wrapTopAndBottom/>
                <wp:docPr id="242" name="Pentago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5163CC43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6E608F"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5914B4" id="Pentagon 242" o:spid="_x0000_s1037" type="#_x0000_t15" style="position:absolute;margin-left:13.5pt;margin-top:59.8pt;width:135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" adj="18540" fillcolor="window" strokecolor="#41719c" strokeweight="1pt">
                <v:textbox>
                  <w:txbxContent>
                    <w:p w14:paraId="5163CC43" w14:textId="77777777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6E608F"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Characteristics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E608F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10AF8272" wp14:editId="6C1AC9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410450" cy="4772025"/>
                <wp:effectExtent l="0" t="0" r="31750" b="28575"/>
                <wp:wrapNone/>
                <wp:docPr id="23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7134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B8AEC1F" id="Rectangle_x0020_188" o:spid="_x0000_s1026" style="position:absolute;margin-left:0;margin-top:0;width:583.5pt;height:375.75pt;z-index:-2515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" fillcolor="#7134b7">
                <v:textbox style="mso-fit-shape-to-text:t"/>
              </v:rect>
            </w:pict>
          </mc:Fallback>
        </mc:AlternateContent>
      </w:r>
    </w:p>
    <w:sectPr w:rsidR="00624DC8" w:rsidRPr="00170EA0" w:rsidSect="006026FB">
      <w:pgSz w:w="12240" w:h="15840"/>
      <w:pgMar w:top="432" w:right="432" w:bottom="432" w:left="432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A21"/>
    <w:multiLevelType w:val="hybridMultilevel"/>
    <w:tmpl w:val="D0169548"/>
    <w:lvl w:ilvl="0" w:tplc="95D2245E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5C646C0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93B4C5F8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AA0936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2162D2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4BE558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07F47B80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67104D22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244C20A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0F18442B"/>
    <w:multiLevelType w:val="hybridMultilevel"/>
    <w:tmpl w:val="E2A0C3B6"/>
    <w:lvl w:ilvl="0" w:tplc="BF7A63E2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6AD2BC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11703AE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DE2328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101EB6C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24E22A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0AE142A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986677C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6C4C3C26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 w15:restartNumberingAfterBreak="0">
    <w:nsid w:val="20E474D5"/>
    <w:multiLevelType w:val="hybridMultilevel"/>
    <w:tmpl w:val="AEC8AFEE"/>
    <w:lvl w:ilvl="0" w:tplc="B418B030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8CF4F83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D3E56B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12B2ABF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E57ECF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4F46A13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76CB3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F6EC66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01D4754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" w15:restartNumberingAfterBreak="0">
    <w:nsid w:val="2715105B"/>
    <w:multiLevelType w:val="hybridMultilevel"/>
    <w:tmpl w:val="5E149F5A"/>
    <w:lvl w:ilvl="0" w:tplc="D1505EE8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4AD74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4893F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B08C80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8E87C0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06F6D0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1C36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029590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84F3D0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5540716"/>
    <w:multiLevelType w:val="hybridMultilevel"/>
    <w:tmpl w:val="0BD4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21358"/>
    <w:multiLevelType w:val="hybridMultilevel"/>
    <w:tmpl w:val="19FC21C2"/>
    <w:lvl w:ilvl="0" w:tplc="62802D5C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FBEFA4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7C0665E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CCE8E6E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941A25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F4E3FD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B4EEA89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0D70074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A936FA9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7E1D6363"/>
    <w:multiLevelType w:val="hybridMultilevel"/>
    <w:tmpl w:val="58368C96"/>
    <w:lvl w:ilvl="0" w:tplc="D5080B96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BFA0FC82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C3BC826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86A3EE2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5F0D5E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1B29F9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DDA49DBC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BAC6EDC4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FBEE71F4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intPreview" w:val="1"/>
  </w:docVars>
  <w:rsids>
    <w:rsidRoot w:val="00C53ED1"/>
    <w:rsid w:val="000540AA"/>
    <w:rsid w:val="0005450E"/>
    <w:rsid w:val="000552EF"/>
    <w:rsid w:val="000662F0"/>
    <w:rsid w:val="00072B29"/>
    <w:rsid w:val="00074131"/>
    <w:rsid w:val="0007709E"/>
    <w:rsid w:val="00083DDE"/>
    <w:rsid w:val="00084FB0"/>
    <w:rsid w:val="000A2FCF"/>
    <w:rsid w:val="000A38E3"/>
    <w:rsid w:val="000B64A1"/>
    <w:rsid w:val="000D4460"/>
    <w:rsid w:val="000E43FD"/>
    <w:rsid w:val="001019D3"/>
    <w:rsid w:val="00105604"/>
    <w:rsid w:val="001138FB"/>
    <w:rsid w:val="00120860"/>
    <w:rsid w:val="00120A73"/>
    <w:rsid w:val="00121C74"/>
    <w:rsid w:val="00131E54"/>
    <w:rsid w:val="0014491A"/>
    <w:rsid w:val="00170EA0"/>
    <w:rsid w:val="00176395"/>
    <w:rsid w:val="00193B7F"/>
    <w:rsid w:val="00193FE0"/>
    <w:rsid w:val="00194597"/>
    <w:rsid w:val="001B2576"/>
    <w:rsid w:val="001B2660"/>
    <w:rsid w:val="001B3E33"/>
    <w:rsid w:val="001C045F"/>
    <w:rsid w:val="001C3985"/>
    <w:rsid w:val="001E7627"/>
    <w:rsid w:val="001F32AA"/>
    <w:rsid w:val="001F5625"/>
    <w:rsid w:val="00211683"/>
    <w:rsid w:val="00227C17"/>
    <w:rsid w:val="00232EDD"/>
    <w:rsid w:val="002476B8"/>
    <w:rsid w:val="00257EF2"/>
    <w:rsid w:val="00266BAF"/>
    <w:rsid w:val="00271025"/>
    <w:rsid w:val="002723D3"/>
    <w:rsid w:val="00284373"/>
    <w:rsid w:val="002968B4"/>
    <w:rsid w:val="002B04D8"/>
    <w:rsid w:val="002B0730"/>
    <w:rsid w:val="002D481B"/>
    <w:rsid w:val="00316952"/>
    <w:rsid w:val="00324A72"/>
    <w:rsid w:val="00324C58"/>
    <w:rsid w:val="00327159"/>
    <w:rsid w:val="003302EE"/>
    <w:rsid w:val="00342EAB"/>
    <w:rsid w:val="00355009"/>
    <w:rsid w:val="00363B23"/>
    <w:rsid w:val="003736C3"/>
    <w:rsid w:val="00376A7C"/>
    <w:rsid w:val="00382685"/>
    <w:rsid w:val="00391F8E"/>
    <w:rsid w:val="003A55EF"/>
    <w:rsid w:val="003B7A92"/>
    <w:rsid w:val="003C1494"/>
    <w:rsid w:val="003C14DA"/>
    <w:rsid w:val="003C37EB"/>
    <w:rsid w:val="003D2AEB"/>
    <w:rsid w:val="003D325F"/>
    <w:rsid w:val="003E4E11"/>
    <w:rsid w:val="003F6372"/>
    <w:rsid w:val="004012E7"/>
    <w:rsid w:val="00410174"/>
    <w:rsid w:val="004102EB"/>
    <w:rsid w:val="0043286B"/>
    <w:rsid w:val="004428E5"/>
    <w:rsid w:val="0044415E"/>
    <w:rsid w:val="00473DF6"/>
    <w:rsid w:val="004B5CB7"/>
    <w:rsid w:val="004B642F"/>
    <w:rsid w:val="004D2B33"/>
    <w:rsid w:val="004D7ADA"/>
    <w:rsid w:val="004F3F75"/>
    <w:rsid w:val="0050346E"/>
    <w:rsid w:val="00511BE6"/>
    <w:rsid w:val="00515569"/>
    <w:rsid w:val="005439A5"/>
    <w:rsid w:val="0054568D"/>
    <w:rsid w:val="005622DA"/>
    <w:rsid w:val="00575480"/>
    <w:rsid w:val="00584343"/>
    <w:rsid w:val="00595377"/>
    <w:rsid w:val="005A5E3D"/>
    <w:rsid w:val="005A6D0F"/>
    <w:rsid w:val="005B491A"/>
    <w:rsid w:val="005B64BD"/>
    <w:rsid w:val="005C7F85"/>
    <w:rsid w:val="005D083A"/>
    <w:rsid w:val="005D3643"/>
    <w:rsid w:val="005E2023"/>
    <w:rsid w:val="005F65DD"/>
    <w:rsid w:val="006026FB"/>
    <w:rsid w:val="00604D35"/>
    <w:rsid w:val="00605D73"/>
    <w:rsid w:val="00624DC8"/>
    <w:rsid w:val="00636F6C"/>
    <w:rsid w:val="006512FB"/>
    <w:rsid w:val="00657062"/>
    <w:rsid w:val="00663141"/>
    <w:rsid w:val="00690178"/>
    <w:rsid w:val="006902BD"/>
    <w:rsid w:val="006A6FA5"/>
    <w:rsid w:val="006B5875"/>
    <w:rsid w:val="006B6752"/>
    <w:rsid w:val="006C0EE1"/>
    <w:rsid w:val="006C1619"/>
    <w:rsid w:val="006C1CFB"/>
    <w:rsid w:val="006C7DB7"/>
    <w:rsid w:val="006E2BEB"/>
    <w:rsid w:val="006E5487"/>
    <w:rsid w:val="006E608F"/>
    <w:rsid w:val="00701167"/>
    <w:rsid w:val="00704C66"/>
    <w:rsid w:val="00705F2A"/>
    <w:rsid w:val="00707987"/>
    <w:rsid w:val="00711104"/>
    <w:rsid w:val="00720E76"/>
    <w:rsid w:val="0072676F"/>
    <w:rsid w:val="00741822"/>
    <w:rsid w:val="00746CB2"/>
    <w:rsid w:val="007607D8"/>
    <w:rsid w:val="007843C9"/>
    <w:rsid w:val="00784AC0"/>
    <w:rsid w:val="00797060"/>
    <w:rsid w:val="00797F5F"/>
    <w:rsid w:val="007A44B3"/>
    <w:rsid w:val="007A5D28"/>
    <w:rsid w:val="007C0CE5"/>
    <w:rsid w:val="007F29FD"/>
    <w:rsid w:val="007F7974"/>
    <w:rsid w:val="007F7D5C"/>
    <w:rsid w:val="008008B5"/>
    <w:rsid w:val="00815E76"/>
    <w:rsid w:val="008163A3"/>
    <w:rsid w:val="00845870"/>
    <w:rsid w:val="00846F8B"/>
    <w:rsid w:val="00862219"/>
    <w:rsid w:val="00863333"/>
    <w:rsid w:val="00874161"/>
    <w:rsid w:val="00880A51"/>
    <w:rsid w:val="008878FA"/>
    <w:rsid w:val="00891C11"/>
    <w:rsid w:val="008A0FFC"/>
    <w:rsid w:val="008C235F"/>
    <w:rsid w:val="008E7445"/>
    <w:rsid w:val="008E7EF7"/>
    <w:rsid w:val="008F1421"/>
    <w:rsid w:val="008F1BF4"/>
    <w:rsid w:val="008F3866"/>
    <w:rsid w:val="00915723"/>
    <w:rsid w:val="0092681C"/>
    <w:rsid w:val="009304A7"/>
    <w:rsid w:val="00936FC5"/>
    <w:rsid w:val="00950525"/>
    <w:rsid w:val="0095138B"/>
    <w:rsid w:val="00955A04"/>
    <w:rsid w:val="00976689"/>
    <w:rsid w:val="009B579E"/>
    <w:rsid w:val="009C4B20"/>
    <w:rsid w:val="009D643F"/>
    <w:rsid w:val="009E0666"/>
    <w:rsid w:val="009E0D17"/>
    <w:rsid w:val="009E262D"/>
    <w:rsid w:val="009E356F"/>
    <w:rsid w:val="009E5CF1"/>
    <w:rsid w:val="009F61E2"/>
    <w:rsid w:val="009F7D33"/>
    <w:rsid w:val="00A00DA2"/>
    <w:rsid w:val="00A06EB2"/>
    <w:rsid w:val="00A12135"/>
    <w:rsid w:val="00A31945"/>
    <w:rsid w:val="00A6238E"/>
    <w:rsid w:val="00A679C6"/>
    <w:rsid w:val="00A9129F"/>
    <w:rsid w:val="00AC1E38"/>
    <w:rsid w:val="00AC37F3"/>
    <w:rsid w:val="00AD2F45"/>
    <w:rsid w:val="00AE14D4"/>
    <w:rsid w:val="00AE7B9E"/>
    <w:rsid w:val="00AE7FDF"/>
    <w:rsid w:val="00AF4542"/>
    <w:rsid w:val="00AF4C0D"/>
    <w:rsid w:val="00B06D46"/>
    <w:rsid w:val="00B25C52"/>
    <w:rsid w:val="00B3240D"/>
    <w:rsid w:val="00B54B88"/>
    <w:rsid w:val="00B93562"/>
    <w:rsid w:val="00B94FA9"/>
    <w:rsid w:val="00BA5FB7"/>
    <w:rsid w:val="00BC5E54"/>
    <w:rsid w:val="00BC77BB"/>
    <w:rsid w:val="00BD5635"/>
    <w:rsid w:val="00C21B1F"/>
    <w:rsid w:val="00C26410"/>
    <w:rsid w:val="00C37C32"/>
    <w:rsid w:val="00C46D2D"/>
    <w:rsid w:val="00C47285"/>
    <w:rsid w:val="00C50ECA"/>
    <w:rsid w:val="00C53ED1"/>
    <w:rsid w:val="00C55878"/>
    <w:rsid w:val="00C57160"/>
    <w:rsid w:val="00C61DA5"/>
    <w:rsid w:val="00C67FE6"/>
    <w:rsid w:val="00C7185F"/>
    <w:rsid w:val="00C72398"/>
    <w:rsid w:val="00C90166"/>
    <w:rsid w:val="00CA1810"/>
    <w:rsid w:val="00CB4591"/>
    <w:rsid w:val="00CF628D"/>
    <w:rsid w:val="00CF7178"/>
    <w:rsid w:val="00D052F2"/>
    <w:rsid w:val="00D32FFC"/>
    <w:rsid w:val="00D366D2"/>
    <w:rsid w:val="00D566DF"/>
    <w:rsid w:val="00D61CF8"/>
    <w:rsid w:val="00D837F8"/>
    <w:rsid w:val="00D909D5"/>
    <w:rsid w:val="00DB7619"/>
    <w:rsid w:val="00DE50B3"/>
    <w:rsid w:val="00DF26C0"/>
    <w:rsid w:val="00DF6D1C"/>
    <w:rsid w:val="00E1343D"/>
    <w:rsid w:val="00E16C63"/>
    <w:rsid w:val="00E24D6B"/>
    <w:rsid w:val="00E267F7"/>
    <w:rsid w:val="00E33216"/>
    <w:rsid w:val="00E40615"/>
    <w:rsid w:val="00E6517F"/>
    <w:rsid w:val="00E75DB3"/>
    <w:rsid w:val="00EB389F"/>
    <w:rsid w:val="00ED6E3F"/>
    <w:rsid w:val="00EE00DF"/>
    <w:rsid w:val="00F044BC"/>
    <w:rsid w:val="00F253B3"/>
    <w:rsid w:val="00F3165F"/>
    <w:rsid w:val="00F4396D"/>
    <w:rsid w:val="00F55D1E"/>
    <w:rsid w:val="00F57E84"/>
    <w:rsid w:val="00F642F0"/>
    <w:rsid w:val="00F91B20"/>
    <w:rsid w:val="00FA5BE1"/>
    <w:rsid w:val="00FA7FC8"/>
    <w:rsid w:val="00FB1928"/>
    <w:rsid w:val="00FD549C"/>
    <w:rsid w:val="00FD552D"/>
    <w:rsid w:val="00F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B3D7F"/>
  <w15:docId w15:val="{2622B7C7-D881-4C68-862D-B27B4BC0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AEB"/>
    <w:rPr>
      <w:rFonts w:asciiTheme="minorHAnsi" w:hAnsiTheme="minorHAns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F628D"/>
    <w:pPr>
      <w:spacing w:before="120" w:after="80"/>
      <w:jc w:val="center"/>
      <w:outlineLvl w:val="0"/>
    </w:pPr>
    <w:rPr>
      <w:rFonts w:ascii="Footlight MT Light" w:hAnsi="Footlight MT Light"/>
      <w:color w:val="262626" w:themeColor="text1" w:themeTint="D9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90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166"/>
    <w:rPr>
      <w:rFonts w:ascii="Tahoma" w:hAnsi="Tahoma" w:cs="Tahoma"/>
      <w:sz w:val="16"/>
      <w:szCs w:val="16"/>
    </w:rPr>
  </w:style>
  <w:style w:type="paragraph" w:customStyle="1" w:styleId="Year">
    <w:name w:val="Year"/>
    <w:qFormat/>
    <w:rsid w:val="00CF628D"/>
    <w:pPr>
      <w:jc w:val="right"/>
    </w:pPr>
    <w:rPr>
      <w:rFonts w:asciiTheme="majorHAnsi" w:hAnsiTheme="majorHAnsi"/>
      <w:color w:val="262626" w:themeColor="text1" w:themeTint="D9"/>
      <w:spacing w:val="-30"/>
      <w:sz w:val="68"/>
      <w:szCs w:val="68"/>
    </w:rPr>
  </w:style>
  <w:style w:type="paragraph" w:customStyle="1" w:styleId="CLASSOF">
    <w:name w:val="CLASS OF"/>
    <w:basedOn w:val="Normal"/>
    <w:qFormat/>
    <w:rsid w:val="00CF628D"/>
    <w:pPr>
      <w:jc w:val="right"/>
    </w:pPr>
    <w:rPr>
      <w:rFonts w:asciiTheme="majorHAnsi" w:hAnsiTheme="majorHAnsi"/>
      <w:color w:val="808080" w:themeColor="background1" w:themeShade="80"/>
      <w:sz w:val="24"/>
      <w:szCs w:val="24"/>
    </w:rPr>
  </w:style>
  <w:style w:type="paragraph" w:customStyle="1" w:styleId="EventDetails">
    <w:name w:val="Event Details"/>
    <w:basedOn w:val="Normal"/>
    <w:qFormat/>
    <w:rsid w:val="00CF628D"/>
    <w:pPr>
      <w:spacing w:line="288" w:lineRule="auto"/>
      <w:jc w:val="center"/>
      <w:outlineLvl w:val="0"/>
    </w:pPr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rsid w:val="00CF628D"/>
    <w:rPr>
      <w:rFonts w:ascii="Footlight MT Light" w:hAnsi="Footlight MT Light"/>
      <w:color w:val="262626" w:themeColor="text1" w:themeTint="D9"/>
      <w:sz w:val="56"/>
      <w:szCs w:val="56"/>
    </w:rPr>
  </w:style>
  <w:style w:type="paragraph" w:customStyle="1" w:styleId="Introduction">
    <w:name w:val="Introduction"/>
    <w:basedOn w:val="Normal"/>
    <w:qFormat/>
    <w:rsid w:val="00CF628D"/>
    <w:pPr>
      <w:jc w:val="center"/>
    </w:pPr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F642F0"/>
    <w:pPr>
      <w:ind w:left="720"/>
      <w:contextualSpacing/>
    </w:pPr>
  </w:style>
  <w:style w:type="paragraph" w:customStyle="1" w:styleId="Body4">
    <w:name w:val="Body 4"/>
    <w:rsid w:val="00F642F0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bdr w:val="nil"/>
    </w:rPr>
  </w:style>
  <w:style w:type="table" w:styleId="TableGrid">
    <w:name w:val="Table Grid"/>
    <w:basedOn w:val="TableNormal"/>
    <w:rsid w:val="00E3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9304A7"/>
    <w:rPr>
      <w:color w:val="B292C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283059\AppData\Roaming\Microsoft\Templates\Graduation%20announcements%20with%20photo%20(Textures%20design,%20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Graduation">
      <a:majorFont>
        <a:latin typeface="Footlight MT Light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A72E2B-A4EA-40C4-B68E-2CF6DFA21C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Graduation announcements with photo (Textures design, 2 per page)</Template>
  <TotalTime>1</TotalTime>
  <Pages>2</Pages>
  <Words>0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announcement with photo (Textures design)</vt:lpstr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announcement with photo (Textures design)</dc:title>
  <dc:creator>Rebecca Hopkins</dc:creator>
  <cp:keywords/>
  <cp:lastModifiedBy>Cynthia Hutchinson</cp:lastModifiedBy>
  <cp:revision>2</cp:revision>
  <cp:lastPrinted>2016-08-29T19:45:00Z</cp:lastPrinted>
  <dcterms:created xsi:type="dcterms:W3CDTF">2016-08-29T19:46:00Z</dcterms:created>
  <dcterms:modified xsi:type="dcterms:W3CDTF">2016-08-29T19:46:00Z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TC010128861033</vt:lpwstr>
  </property>
</Properties>
</file>